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A7620" w14:textId="4438FCB3" w:rsidR="00A25DC7" w:rsidRPr="00561165" w:rsidRDefault="002B1BE6" w:rsidP="00A25DC7">
      <w:pPr>
        <w:pStyle w:val="Nadpis1"/>
        <w:spacing w:before="0"/>
        <w:rPr>
          <w:sz w:val="32"/>
          <w:szCs w:val="32"/>
        </w:rPr>
      </w:pPr>
      <w:r w:rsidRPr="00E1711C">
        <w:rPr>
          <w:sz w:val="32"/>
          <w:szCs w:val="32"/>
        </w:rPr>
        <w:t>Specifikace předmětu veřejné zakázky – technické podmínky</w:t>
      </w:r>
    </w:p>
    <w:p w14:paraId="0DF27D40" w14:textId="77777777" w:rsidR="00A25DC7" w:rsidRDefault="00A25DC7" w:rsidP="00A25DC7"/>
    <w:p w14:paraId="2ABBA8A3" w14:textId="77777777" w:rsidR="00A25DC7" w:rsidRDefault="00A25DC7" w:rsidP="00A25DC7">
      <w:pPr>
        <w:pStyle w:val="Nadpis2"/>
        <w:spacing w:before="0"/>
      </w:pPr>
      <w:r>
        <w:t>1. Požadavek</w:t>
      </w:r>
    </w:p>
    <w:p w14:paraId="7C414B61" w14:textId="0D9E4D22" w:rsidR="00A25DC7" w:rsidRPr="008A5CDC" w:rsidRDefault="00A25DC7" w:rsidP="00A25DC7">
      <w:pPr>
        <w:pStyle w:val="Odstavecseseznamem"/>
        <w:numPr>
          <w:ilvl w:val="0"/>
          <w:numId w:val="47"/>
        </w:numPr>
        <w:jc w:val="both"/>
      </w:pPr>
      <w:r w:rsidRPr="008A5CDC">
        <w:t xml:space="preserve">Základním požadavkem </w:t>
      </w:r>
      <w:r w:rsidR="002B1BE6">
        <w:t>veřejné zakázky</w:t>
      </w:r>
      <w:r w:rsidRPr="008A5CDC">
        <w:rPr>
          <w:b/>
        </w:rPr>
        <w:t xml:space="preserve"> </w:t>
      </w:r>
      <w:r w:rsidR="006364B6">
        <w:rPr>
          <w:b/>
        </w:rPr>
        <w:t>MULČOVACÍ CEPOV</w:t>
      </w:r>
      <w:r w:rsidR="002B1BE6">
        <w:rPr>
          <w:b/>
        </w:rPr>
        <w:t>Á</w:t>
      </w:r>
      <w:r w:rsidR="006364B6">
        <w:rPr>
          <w:b/>
        </w:rPr>
        <w:t xml:space="preserve"> SEKAČK</w:t>
      </w:r>
      <w:r w:rsidR="002B1BE6">
        <w:rPr>
          <w:b/>
        </w:rPr>
        <w:t>A</w:t>
      </w:r>
      <w:r w:rsidRPr="008A5CDC">
        <w:rPr>
          <w:b/>
        </w:rPr>
        <w:t xml:space="preserve"> </w:t>
      </w:r>
      <w:r w:rsidRPr="008A5CDC">
        <w:t>je nákup stroj</w:t>
      </w:r>
      <w:r w:rsidR="00563DA6">
        <w:t>e</w:t>
      </w:r>
      <w:r w:rsidRPr="008A5CDC">
        <w:t xml:space="preserve"> určeného pro potřeb</w:t>
      </w:r>
      <w:r>
        <w:t>y</w:t>
      </w:r>
      <w:r w:rsidRPr="008A5CDC">
        <w:t xml:space="preserve"> správy tratí při údržbě drážního tělesa za účelem zajištění provozuschopnosti železniční infrastruktury zadavatele;</w:t>
      </w:r>
    </w:p>
    <w:p w14:paraId="06E5C110" w14:textId="690F9098" w:rsidR="00AE7281" w:rsidRPr="008A5CDC" w:rsidRDefault="00A25DC7" w:rsidP="002B1BE6">
      <w:pPr>
        <w:pStyle w:val="Odstavecseseznamem"/>
        <w:numPr>
          <w:ilvl w:val="0"/>
          <w:numId w:val="47"/>
        </w:numPr>
        <w:jc w:val="both"/>
      </w:pPr>
      <w:r w:rsidRPr="008A5CDC">
        <w:t>Nabízen</w:t>
      </w:r>
      <w:r w:rsidR="00563DA6">
        <w:t>ý</w:t>
      </w:r>
      <w:r w:rsidRPr="008A5CDC">
        <w:t xml:space="preserve"> (dodávan</w:t>
      </w:r>
      <w:r w:rsidR="00563DA6">
        <w:t>ý</w:t>
      </w:r>
      <w:r w:rsidRPr="008A5CDC">
        <w:t>) stroj požaduje zadavatel zakázky nov</w:t>
      </w:r>
      <w:r w:rsidR="00563DA6">
        <w:t>ý</w:t>
      </w:r>
      <w:r w:rsidRPr="008A5CDC">
        <w:t xml:space="preserve"> a nepoužit</w:t>
      </w:r>
      <w:r w:rsidR="00563DA6">
        <w:t>ý</w:t>
      </w:r>
      <w:r w:rsidRPr="008A5CDC">
        <w:t>. Nepřipouští se nabídka použit</w:t>
      </w:r>
      <w:r w:rsidR="00563DA6">
        <w:t>ého</w:t>
      </w:r>
      <w:r w:rsidRPr="008A5CDC">
        <w:t>, případně „předváděcíh</w:t>
      </w:r>
      <w:r w:rsidR="00563DA6">
        <w:t>o</w:t>
      </w:r>
      <w:r w:rsidRPr="008A5CDC">
        <w:t>“ stroj</w:t>
      </w:r>
      <w:r w:rsidR="00563DA6">
        <w:t>e</w:t>
      </w:r>
      <w:r w:rsidRPr="008A5CDC">
        <w:t>“</w:t>
      </w:r>
      <w:r w:rsidR="002B1BE6">
        <w:t>.</w:t>
      </w:r>
    </w:p>
    <w:p w14:paraId="21D538FE" w14:textId="1245E7BA" w:rsidR="00991A7D" w:rsidRPr="00563DA6" w:rsidRDefault="00A25DC7" w:rsidP="00563DA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>
        <w:rPr>
          <w:color w:val="00B0F0"/>
        </w:rPr>
        <w:t xml:space="preserve"> strojů</w:t>
      </w:r>
    </w:p>
    <w:p w14:paraId="68B7FC98" w14:textId="35B3D777" w:rsidR="00A25DC7" w:rsidRPr="00E1776D" w:rsidRDefault="00A25DC7" w:rsidP="00A25DC7">
      <w:pPr>
        <w:pStyle w:val="Odstavecseseznamem"/>
        <w:numPr>
          <w:ilvl w:val="0"/>
          <w:numId w:val="46"/>
        </w:numPr>
        <w:jc w:val="both"/>
      </w:pPr>
      <w:r w:rsidRPr="00E1776D">
        <w:t xml:space="preserve">1x </w:t>
      </w:r>
      <w:r w:rsidR="00563DA6">
        <w:t xml:space="preserve">mulčovací </w:t>
      </w:r>
      <w:r>
        <w:t>cepová</w:t>
      </w:r>
      <w:r w:rsidRPr="00E1776D">
        <w:t xml:space="preserve"> sekačka s pohonem 4x4 bez sběrného koše</w:t>
      </w:r>
      <w:r w:rsidR="00563DA6">
        <w:t>.</w:t>
      </w:r>
    </w:p>
    <w:p w14:paraId="265F8B13" w14:textId="77777777" w:rsidR="00A25DC7" w:rsidRDefault="00A25DC7" w:rsidP="00A25DC7">
      <w:pPr>
        <w:pStyle w:val="Nadpis2"/>
        <w:spacing w:before="0"/>
      </w:pPr>
      <w:r>
        <w:t>3. Požadovaná dokumentace a služby po dobu záruční lhůty</w:t>
      </w:r>
    </w:p>
    <w:p w14:paraId="3A672BF9" w14:textId="18E1BE77" w:rsidR="00A25DC7" w:rsidRPr="00ED49AC" w:rsidRDefault="00A25DC7" w:rsidP="00A25DC7">
      <w:pPr>
        <w:pStyle w:val="Odstavecseseznamem"/>
        <w:numPr>
          <w:ilvl w:val="0"/>
          <w:numId w:val="48"/>
        </w:numPr>
      </w:pPr>
      <w:r w:rsidRPr="00ED49AC">
        <w:t>Dodací list a záruční list stroj</w:t>
      </w:r>
      <w:r w:rsidR="00563DA6">
        <w:t>e</w:t>
      </w:r>
      <w:r w:rsidRPr="00ED49AC">
        <w:t>;</w:t>
      </w:r>
    </w:p>
    <w:p w14:paraId="230EC1A8" w14:textId="709BFFF5" w:rsidR="00A25DC7" w:rsidRPr="00ED49AC" w:rsidRDefault="00A25DC7" w:rsidP="00A25DC7">
      <w:pPr>
        <w:pStyle w:val="Odstavecseseznamem"/>
        <w:numPr>
          <w:ilvl w:val="0"/>
          <w:numId w:val="48"/>
        </w:numPr>
      </w:pPr>
      <w:r w:rsidRPr="00ED49AC">
        <w:t>Prohlášení o shodě dodan</w:t>
      </w:r>
      <w:r w:rsidR="00563DA6">
        <w:t>ého</w:t>
      </w:r>
      <w:r w:rsidRPr="00ED49AC">
        <w:t xml:space="preserve"> výrobku;</w:t>
      </w:r>
    </w:p>
    <w:p w14:paraId="0828077A" w14:textId="5B51CCEE" w:rsidR="00A25DC7" w:rsidRPr="00ED49AC" w:rsidRDefault="00A25DC7" w:rsidP="00A25DC7">
      <w:pPr>
        <w:pStyle w:val="Odstavecseseznamem"/>
        <w:numPr>
          <w:ilvl w:val="0"/>
          <w:numId w:val="48"/>
        </w:numPr>
      </w:pPr>
      <w:r w:rsidRPr="00ED49AC">
        <w:t>Návod k obsluze a údržbě ke stroji včetně příslušenství v Českém jazyce;</w:t>
      </w:r>
    </w:p>
    <w:p w14:paraId="3BF69567" w14:textId="77777777" w:rsidR="00A25DC7" w:rsidRPr="00ED49AC" w:rsidRDefault="00A25DC7" w:rsidP="00A25DC7">
      <w:pPr>
        <w:pStyle w:val="Odstavecseseznamem"/>
        <w:numPr>
          <w:ilvl w:val="0"/>
          <w:numId w:val="48"/>
        </w:numPr>
      </w:pPr>
      <w:r w:rsidRPr="00ED49AC">
        <w:t>Zaškolení obsluhy pro bezpečnou obsluhu a údržbu výrobku u objednatele;</w:t>
      </w:r>
    </w:p>
    <w:p w14:paraId="72C98EE8" w14:textId="21AF93B3" w:rsidR="00A25DC7" w:rsidRPr="00AD45CA" w:rsidRDefault="00A25DC7" w:rsidP="00A25DC7">
      <w:pPr>
        <w:pStyle w:val="Odstavecseseznamem"/>
        <w:numPr>
          <w:ilvl w:val="0"/>
          <w:numId w:val="48"/>
        </w:numPr>
      </w:pPr>
      <w:r w:rsidRPr="00AD45CA">
        <w:rPr>
          <w:rFonts w:eastAsia="Times New Roman" w:cs="Times New Roman"/>
          <w:lang w:eastAsia="cs-CZ"/>
        </w:rPr>
        <w:t>Provádění předepsaných servisních úkonů dodavatelem v ceně stroje a v intervalech předepsaných výrobcem stroje na základě jeho servisního plánu obsahující výměny provozních kapalin a filtrů (olejových náplní motoru včetně filtrů, olejových náplní hydraulických systémů a okruhů včetně jejich filtrů, výměny filtrů vzduchových a likvidaci odpadu v souladu se zákonem 185/2001 Sb. a jeho pozdějším znění, seřízení pracovních částí stoje zaručujících bezpečnost obsluhy a stroje). Požadavek se nevztahuje na části podléhající běžnému opotřebení, vnějších pryžových částí, běžné údržby, doplňování PHM, nádrže AD-Blue, nebo údržby filtru pevných částic</w:t>
      </w:r>
      <w:r w:rsidR="002B1BE6">
        <w:rPr>
          <w:rFonts w:eastAsia="Times New Roman" w:cs="Times New Roman"/>
          <w:lang w:eastAsia="cs-CZ"/>
        </w:rPr>
        <w:t xml:space="preserve">. </w:t>
      </w:r>
    </w:p>
    <w:p w14:paraId="727A1ADC" w14:textId="77777777" w:rsidR="00A25DC7" w:rsidRPr="002F52DB" w:rsidRDefault="00A25DC7" w:rsidP="00A25DC7">
      <w:pPr>
        <w:pStyle w:val="Nadpis2"/>
      </w:pPr>
      <w:r>
        <w:t>4. Technická specifikace, pokyny k vyplnění</w:t>
      </w:r>
    </w:p>
    <w:p w14:paraId="3D12B7F2" w14:textId="77777777" w:rsidR="002B1BE6" w:rsidRPr="00C233B5" w:rsidRDefault="002B1BE6" w:rsidP="002B1BE6">
      <w:pPr>
        <w:pStyle w:val="Odstavecseseznamem"/>
        <w:numPr>
          <w:ilvl w:val="0"/>
          <w:numId w:val="50"/>
        </w:numPr>
        <w:jc w:val="both"/>
        <w:rPr>
          <w:sz w:val="24"/>
          <w:szCs w:val="24"/>
        </w:rPr>
      </w:pPr>
      <w:r w:rsidRPr="00C233B5">
        <w:t xml:space="preserve">Dodavatel doplní v úvodu </w:t>
      </w:r>
      <w:r w:rsidRPr="00E1711C">
        <w:rPr>
          <w:b/>
          <w:bCs/>
        </w:rPr>
        <w:t xml:space="preserve">model (typ) </w:t>
      </w:r>
      <w:r>
        <w:rPr>
          <w:b/>
          <w:bCs/>
        </w:rPr>
        <w:t>stroje (výrobku).</w:t>
      </w:r>
    </w:p>
    <w:p w14:paraId="122794C9" w14:textId="77777777" w:rsidR="002B1BE6" w:rsidRPr="00C233B5" w:rsidRDefault="002B1BE6" w:rsidP="002B1BE6">
      <w:pPr>
        <w:pStyle w:val="Odstavecseseznamem"/>
        <w:numPr>
          <w:ilvl w:val="0"/>
          <w:numId w:val="49"/>
        </w:numPr>
      </w:pPr>
      <w:r w:rsidRPr="00C233B5">
        <w:t xml:space="preserve">Dodavatel </w:t>
      </w:r>
      <w:r w:rsidRPr="00E1711C">
        <w:t>uvede</w:t>
      </w:r>
      <w:r w:rsidRPr="00E1711C">
        <w:rPr>
          <w:b/>
          <w:bCs/>
        </w:rPr>
        <w:t xml:space="preserve"> u číselných hodnot přesnou hodnotu</w:t>
      </w:r>
      <w:r>
        <w:rPr>
          <w:b/>
          <w:bCs/>
        </w:rPr>
        <w:t xml:space="preserve">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1711C">
        <w:t>uvede</w:t>
      </w:r>
      <w:r w:rsidRPr="00E73A03">
        <w:rPr>
          <w:b/>
          <w:bCs/>
        </w:rPr>
        <w:t xml:space="preserve"> ANO/NE</w:t>
      </w:r>
      <w:r>
        <w:rPr>
          <w:b/>
          <w:bCs/>
        </w:rPr>
        <w:t xml:space="preserve"> </w:t>
      </w:r>
      <w:r w:rsidRPr="00E1711C">
        <w:t>(</w:t>
      </w:r>
      <w:r>
        <w:t>myšleno ve vztahu k parametrům nabízeného modelu stroje).</w:t>
      </w:r>
      <w:r>
        <w:tab/>
      </w:r>
      <w:r w:rsidRPr="00C233B5">
        <w:tab/>
      </w:r>
      <w:r w:rsidRPr="00C233B5">
        <w:tab/>
      </w:r>
    </w:p>
    <w:p w14:paraId="27EC9874" w14:textId="13839CA4" w:rsidR="00D21061" w:rsidRDefault="002B1BE6" w:rsidP="002B1BE6">
      <w:pPr>
        <w:pStyle w:val="Odstavecseseznamem"/>
        <w:numPr>
          <w:ilvl w:val="0"/>
          <w:numId w:val="49"/>
        </w:numPr>
      </w:pPr>
      <w:r w:rsidRPr="00C233B5">
        <w:t>Uvedené parametry</w:t>
      </w:r>
      <w:r>
        <w:t>,</w:t>
      </w:r>
      <w:r w:rsidRPr="00C233B5">
        <w:t xml:space="preserve"> výbava</w:t>
      </w:r>
      <w:r>
        <w:t>,</w:t>
      </w:r>
      <w:r w:rsidRPr="00C233B5">
        <w:t xml:space="preserve"> případně další požadavky</w:t>
      </w:r>
      <w:r>
        <w:t xml:space="preserve"> níže uvedené pod tímto bodem 4.</w:t>
      </w:r>
      <w:r w:rsidRPr="00C233B5">
        <w:t xml:space="preserve"> jsou minimálními </w:t>
      </w:r>
      <w:r>
        <w:t>technickými podmínkami (</w:t>
      </w:r>
      <w:r w:rsidRPr="00C233B5">
        <w:t>požadavky</w:t>
      </w:r>
      <w:r>
        <w:t>)</w:t>
      </w:r>
      <w:r w:rsidRPr="00C233B5">
        <w:t xml:space="preserve"> zadavatele</w:t>
      </w:r>
      <w:r>
        <w:t>. J</w:t>
      </w:r>
      <w:r w:rsidRPr="00C233B5">
        <w:t>ejich nesplnění (n</w:t>
      </w:r>
      <w:r>
        <w:t>eodpovídající</w:t>
      </w:r>
      <w:r w:rsidRPr="00C233B5">
        <w:t xml:space="preserve"> hodnota, nebo odpověď </w:t>
      </w:r>
      <w:r>
        <w:t>„</w:t>
      </w:r>
      <w:r w:rsidRPr="00C233B5">
        <w:t>NE</w:t>
      </w:r>
      <w:r>
        <w:t>“</w:t>
      </w:r>
      <w:r w:rsidRPr="00C233B5">
        <w:t xml:space="preserve">) je </w:t>
      </w:r>
      <w:r>
        <w:t xml:space="preserve">považováno za </w:t>
      </w:r>
      <w:r w:rsidRPr="00C233B5">
        <w:t>nesplnění zadávacích podmínek</w:t>
      </w:r>
      <w:r w:rsidR="00A25DC7" w:rsidRPr="00C233B5">
        <w:t>.</w:t>
      </w:r>
    </w:p>
    <w:p w14:paraId="417A336F" w14:textId="77777777" w:rsidR="00AE7281" w:rsidRDefault="00AE7281" w:rsidP="00AE7281"/>
    <w:p w14:paraId="05D7BCDC" w14:textId="77777777" w:rsidR="00AE7281" w:rsidRDefault="00AE7281" w:rsidP="00AE7281"/>
    <w:p w14:paraId="1BA697D2" w14:textId="6B98C89A" w:rsidR="001D0B67" w:rsidRDefault="001D0B67" w:rsidP="001D0B67"/>
    <w:p w14:paraId="6221B9A6" w14:textId="77777777" w:rsidR="00AE7281" w:rsidRDefault="00AE7281" w:rsidP="001D0B67"/>
    <w:p w14:paraId="0BB141C3" w14:textId="77777777" w:rsidR="00AE7281" w:rsidRDefault="00AE7281" w:rsidP="001D0B67"/>
    <w:p w14:paraId="581D8BD6" w14:textId="77777777" w:rsidR="00AE7281" w:rsidRDefault="00AE7281" w:rsidP="001D0B67"/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984"/>
        <w:gridCol w:w="2693"/>
      </w:tblGrid>
      <w:tr w:rsidR="00941863" w:rsidRPr="00AE7281" w14:paraId="33524777" w14:textId="77777777" w:rsidTr="007D08B9">
        <w:trPr>
          <w:trHeight w:val="130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26D66D9F" w14:textId="0D13E31C" w:rsidR="00AE7281" w:rsidRPr="00AE7281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MULČOVACÍ CEPOVÁ SEKAČKA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0B382F87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2FDDB28B" w14:textId="77777777" w:rsidR="002B1BE6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PARAMETRY NABÍZENÉHO STROJE </w:t>
            </w:r>
          </w:p>
          <w:p w14:paraId="0583FB74" w14:textId="67175928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nabízenému stroji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941863" w:rsidRPr="00AE7281" w14:paraId="4EBCBD95" w14:textId="77777777" w:rsidTr="007D08B9">
        <w:trPr>
          <w:trHeight w:val="402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768C6E27" w14:textId="2C48F7FE" w:rsidR="002B1BE6" w:rsidRPr="00AE7281" w:rsidRDefault="002B1BE6" w:rsidP="002B1BE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C12F1">
              <w:rPr>
                <w:rFonts w:ascii="Verdana" w:eastAsia="Times New Roman" w:hAnsi="Verdana" w:cs="Times New Roman"/>
                <w:b/>
                <w:bCs/>
                <w:lang w:eastAsia="cs-CZ"/>
              </w:rPr>
              <w:t>NABÍZENÝ STROJ (model/typ):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046ACAC7" w14:textId="734DF09E" w:rsidR="002B1BE6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0FF1EA78" w14:textId="18BF757C" w:rsidR="002B1BE6" w:rsidRPr="00AE7281" w:rsidRDefault="002B1BE6" w:rsidP="007D08B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76033">
              <w:rPr>
                <w:b/>
                <w:bCs/>
              </w:rPr>
              <w:t>"[</w:t>
            </w:r>
            <w:r w:rsidRPr="00976033">
              <w:rPr>
                <w:b/>
                <w:bCs/>
                <w:highlight w:val="yellow"/>
              </w:rPr>
              <w:t>VLOŽÍ</w:t>
            </w:r>
            <w:r w:rsidR="007D08B9">
              <w:rPr>
                <w:b/>
                <w:bCs/>
                <w:highlight w:val="yellow"/>
              </w:rPr>
              <w:t xml:space="preserve"> P</w:t>
            </w:r>
            <w:r w:rsidRPr="00976033">
              <w:rPr>
                <w:b/>
                <w:bCs/>
                <w:highlight w:val="yellow"/>
              </w:rPr>
              <w:t>RODÁVAJÍCÍ</w:t>
            </w:r>
            <w:r w:rsidRPr="00976033">
              <w:rPr>
                <w:b/>
                <w:bCs/>
              </w:rPr>
              <w:t>]"</w:t>
            </w:r>
          </w:p>
        </w:tc>
      </w:tr>
      <w:tr w:rsidR="00941863" w:rsidRPr="00AE7281" w14:paraId="01CB9B05" w14:textId="77777777" w:rsidTr="007D08B9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9C1DB9D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MOTOR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D12F1BF" w14:textId="77777777" w:rsidR="00AE7281" w:rsidRPr="00563DA6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D112D0" w14:textId="77777777" w:rsidR="00AE7281" w:rsidRPr="00563DA6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</w:tr>
      <w:tr w:rsidR="00941863" w:rsidRPr="00AE7281" w14:paraId="4D6E9126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06C00B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Zážehový (čtyř-taktní)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024CCD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9271E" w14:textId="46DACE42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05BE1E75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5C34456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Objem motoru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F214F70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600 cm³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F15E5E" w14:textId="532794DD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2E7C1DF2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A32DF7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Jmenovitý výkon motoru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27572A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15 kW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B874" w14:textId="3086C8CA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761A7FB0" w14:textId="77777777" w:rsidTr="007D08B9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A95A4A7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b/>
                <w:bCs/>
                <w:lang w:eastAsia="cs-CZ"/>
              </w:rPr>
              <w:t>PODVOZEK a POHON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9DA8F69" w14:textId="77777777" w:rsidR="00AE7281" w:rsidRPr="00563DA6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BC6279" w14:textId="77777777" w:rsidR="00AE7281" w:rsidRPr="00563DA6" w:rsidRDefault="00AE7281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</w:tr>
      <w:tr w:rsidR="00941863" w:rsidRPr="00AE7281" w14:paraId="48BECA27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A18AEE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Podvozek kolový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5BC060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FFCB7" w14:textId="3DD1B371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1B814E6D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A5E138E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Pohon kol hydrostatický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621232C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4F411A" w14:textId="30DDC986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5C766208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AA661E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Trvalý pohon všech kol (4x4)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1C616C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1B85" w14:textId="4788DA7E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318255BD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49BA6E5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Uzávěrka diferenciálu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25E7ECD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334F9F" w14:textId="6832F22E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0FC925EC" w14:textId="77777777" w:rsidTr="007D08B9">
        <w:trPr>
          <w:trHeight w:val="450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01FF85E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Pojezdová rychlost plynule nastavitelná od 0km/hod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5881DA5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0135" w14:textId="0581C9D2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01774C98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32C09624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Maximální pojezdová rychlost vpřed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214CC0E4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7 km/hod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90AE31" w14:textId="5F284179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2CEAFF98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8C21EEF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Maximální pojezdová rychlost vzad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A29AE1D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6 km/hod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5412" w14:textId="2664A40A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67B7423B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E5C47E1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Svahová dostupnost sekačky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53E5E87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20°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BD2814" w14:textId="7DF5C861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2324B696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74CFC2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Objem palivové nádrže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534F1F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15 l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F25AA" w14:textId="59152CA5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7C950C9A" w14:textId="77777777" w:rsidTr="007D08B9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27D6B70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b/>
                <w:bCs/>
                <w:lang w:eastAsia="cs-CZ"/>
              </w:rPr>
              <w:t>ŽACÍ ÚSTROJÍ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08F8473" w14:textId="77777777" w:rsidR="00AE7281" w:rsidRPr="00563DA6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D904AD" w14:textId="77777777" w:rsidR="00AE7281" w:rsidRPr="00563DA6" w:rsidRDefault="00AE7281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</w:tr>
      <w:tr w:rsidR="00941863" w:rsidRPr="00AE7281" w14:paraId="10A9EE38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117324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Cepový mulčovač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7B2E61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1449" w14:textId="1C5E9614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24E82283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2248893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Tvar cepů "Y"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E984C04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A8FC6A" w14:textId="73B03276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336A5517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80B14F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Centrální nastavení výšky z pozice obsluhy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1F2CF7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F6F1" w14:textId="498CD7B8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067BE3DE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14F2F85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Pohon žacího ústrojí klínovým řemenem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5DEC4D4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31C5BD" w14:textId="3B3C9B9D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69939153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E16708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Počet nastavitelných poloh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3A7E44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5 poloh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AC0CE" w14:textId="1F2AB3D9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501C3756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D3B0BF8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Plovoucí žací hlava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D471BBC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FFD1B0" w14:textId="44424F31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7823F4B5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83B562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Pracovní záběr žacího ústrojí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D253F6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1.000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BB24D" w14:textId="3EE4EFF4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1B1EDACA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66FC190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Sběrný koš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86163E3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NE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41EC9C" w14:textId="6FD645B8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7F32FE1D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BC411E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Minimální výška žacího ústrojí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61AC530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max. 50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B7923" w14:textId="0A3D9B22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76C9339D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24BACE6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Maximální výška žacího ústrojí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0C34D1E5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100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164E59A" w14:textId="7875216B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4E333060" w14:textId="77777777" w:rsidTr="007D08B9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FCDF2BE" w14:textId="0BA91E60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ROZMĚRY a HMOTNOST </w:t>
            </w:r>
            <w:r w:rsidR="009624A6" w:rsidRPr="00563DA6">
              <w:rPr>
                <w:rFonts w:ascii="Verdana" w:eastAsia="Times New Roman" w:hAnsi="Verdana" w:cs="Times New Roman"/>
                <w:b/>
                <w:bCs/>
                <w:lang w:eastAsia="cs-CZ"/>
              </w:rPr>
              <w:t>CEPOVÉ</w:t>
            </w:r>
            <w:r w:rsidRPr="00563DA6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SEKAČKY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E61B4C" w14:textId="77777777" w:rsidR="00AE7281" w:rsidRPr="00563DA6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F5E6" w14:textId="77777777" w:rsidR="00AE7281" w:rsidRPr="00563DA6" w:rsidRDefault="00AE7281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</w:tr>
      <w:tr w:rsidR="00941863" w:rsidRPr="00AE7281" w14:paraId="544344A2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CD3B914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Šířka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17004D1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max. 1.250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758384" w14:textId="408FFD4F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0DD034C2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ACCC73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Délka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2C2A34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max. 2.000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B8E0" w14:textId="6EF587DA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5D83F162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7849F9E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Transportní výška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5EC192A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max. 1.250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8E0C8A" w14:textId="5C69B353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7FD13308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D021FB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Hmotnost stroje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B46ACF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max. 375 kg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4BC3" w14:textId="5E115E2D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662353B9" w14:textId="77777777" w:rsidTr="007D08B9">
        <w:trPr>
          <w:trHeight w:val="510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179FA6C8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b/>
                <w:bCs/>
                <w:lang w:eastAsia="cs-CZ"/>
              </w:rPr>
              <w:t>VYBAVENÍ, BEZPEČNOST, KOMFORT OBSLUHY A DOPLŇKY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2CDF748" w14:textId="77777777" w:rsidR="00AE7281" w:rsidRPr="00563DA6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9480F1" w14:textId="77777777" w:rsidR="00AE7281" w:rsidRPr="00563DA6" w:rsidRDefault="00AE7281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</w:tr>
      <w:tr w:rsidR="00941863" w:rsidRPr="00AE7281" w14:paraId="73C46F90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4FC68E" w14:textId="5F29AA6D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Ochranný rám obsluhy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813A6F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901C" w14:textId="5B56DB2F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1ECA9F59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1F8EF02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Odpružená a stavitelná sedačka obsluhy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5F5F7C4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2F0473" w14:textId="2E237710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160133B4" w14:textId="77777777" w:rsidTr="007D08B9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4FDE90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Elektrický startér</w:t>
            </w:r>
          </w:p>
        </w:tc>
        <w:tc>
          <w:tcPr>
            <w:tcW w:w="19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1A3439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367D" w14:textId="219B6440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941863" w:rsidRPr="00AE7281" w14:paraId="42B2F229" w14:textId="77777777" w:rsidTr="007D08B9">
        <w:trPr>
          <w:trHeight w:val="255"/>
        </w:trPr>
        <w:tc>
          <w:tcPr>
            <w:tcW w:w="4390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7292F25" w14:textId="77777777" w:rsidR="00AE7281" w:rsidRPr="00563DA6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3DA6">
              <w:rPr>
                <w:rFonts w:ascii="Verdana" w:eastAsia="Times New Roman" w:hAnsi="Verdana" w:cs="Times New Roman"/>
                <w:lang w:eastAsia="cs-CZ"/>
              </w:rPr>
              <w:t>Počítadlo moto-hodin</w:t>
            </w:r>
          </w:p>
        </w:tc>
        <w:tc>
          <w:tcPr>
            <w:tcW w:w="1984" w:type="dxa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2028579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C71D12" w14:textId="6161B102" w:rsidR="00AE7281" w:rsidRPr="00AE7281" w:rsidRDefault="002B1BE6" w:rsidP="002B1BE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941863">
              <w:rPr>
                <w:rFonts w:ascii="Verdana" w:eastAsia="Times New Roman" w:hAnsi="Verdana" w:cs="Times New Roman"/>
                <w:highlight w:val="yellow"/>
                <w:lang w:eastAsia="cs-CZ"/>
              </w:rPr>
              <w:t>"[VLOŽÍ PRODÁVAJÍCÍ]"</w:t>
            </w:r>
          </w:p>
        </w:tc>
      </w:tr>
      <w:tr w:rsidR="00941863" w:rsidRPr="00AE7281" w14:paraId="732BFDF9" w14:textId="77777777" w:rsidTr="007D08B9">
        <w:trPr>
          <w:trHeight w:val="255"/>
        </w:trPr>
        <w:tc>
          <w:tcPr>
            <w:tcW w:w="439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5A25E04" w14:textId="39039D30" w:rsidR="002B1BE6" w:rsidRDefault="002B1BE6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 xml:space="preserve">Servisní středisko ve smyslu </w:t>
            </w:r>
            <w:r w:rsidR="00B87B60">
              <w:rPr>
                <w:rFonts w:ascii="Verdana" w:eastAsia="Times New Roman" w:hAnsi="Verdana" w:cs="Times New Roman"/>
                <w:lang w:eastAsia="cs-CZ"/>
              </w:rPr>
              <w:t>odst.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="00B87B60">
              <w:rPr>
                <w:rFonts w:ascii="Verdana" w:eastAsia="Times New Roman" w:hAnsi="Verdana" w:cs="Times New Roman"/>
                <w:lang w:eastAsia="cs-CZ"/>
              </w:rPr>
              <w:t>6.5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="00941863">
              <w:rPr>
                <w:rFonts w:ascii="Verdana" w:eastAsia="Times New Roman" w:hAnsi="Verdana" w:cs="Times New Roman"/>
                <w:lang w:eastAsia="cs-CZ"/>
              </w:rPr>
              <w:t xml:space="preserve">a 7.6 </w:t>
            </w:r>
            <w:r>
              <w:rPr>
                <w:rFonts w:ascii="Verdana" w:eastAsia="Times New Roman" w:hAnsi="Verdana" w:cs="Times New Roman"/>
                <w:lang w:eastAsia="cs-CZ"/>
              </w:rPr>
              <w:t>Kupní smlouvy v dosahu maximálně do 100 km včetně od Místa plnění</w:t>
            </w:r>
            <w:r w:rsidR="00941863">
              <w:rPr>
                <w:rFonts w:ascii="Verdana" w:eastAsia="Times New Roman" w:hAnsi="Verdana" w:cs="Times New Roman"/>
                <w:lang w:eastAsia="cs-CZ"/>
              </w:rPr>
              <w:t xml:space="preserve">, tj. od </w:t>
            </w:r>
          </w:p>
          <w:p w14:paraId="77DB32DC" w14:textId="3EC985B8" w:rsidR="00941863" w:rsidRDefault="00941863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MES Olomouc, Pavlovičky 126, 779 00 Olomouc</w:t>
            </w:r>
          </w:p>
          <w:p w14:paraId="5A59A25C" w14:textId="3BB67B63" w:rsidR="00941863" w:rsidRPr="00941863" w:rsidRDefault="00941863" w:rsidP="00AE728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941863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počítáno podle webové aplikace Google mapy, výběr: nejrychlejší varianta trasy</w:t>
            </w:r>
          </w:p>
          <w:p w14:paraId="0A7F189D" w14:textId="77777777" w:rsidR="00941863" w:rsidRDefault="00941863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  <w:p w14:paraId="543BE82E" w14:textId="77777777" w:rsidR="00941863" w:rsidRDefault="00941863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  <w:p w14:paraId="210FDB95" w14:textId="4892AEFA" w:rsidR="00941863" w:rsidRPr="00563DA6" w:rsidRDefault="00941863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8679660" w14:textId="0A4B5B4B" w:rsidR="002B1BE6" w:rsidRPr="00AE7281" w:rsidRDefault="00941863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0EA5F" w14:textId="4655E580" w:rsidR="002B1BE6" w:rsidRPr="00605B15" w:rsidRDefault="00941863" w:rsidP="002B1BE6">
            <w:pPr>
              <w:spacing w:after="0" w:line="240" w:lineRule="auto"/>
              <w:jc w:val="center"/>
              <w:rPr>
                <w:bCs/>
              </w:rPr>
            </w:pPr>
            <w:r w:rsidRPr="00941863">
              <w:rPr>
                <w:rFonts w:ascii="Verdana" w:eastAsia="Times New Roman" w:hAnsi="Verdana" w:cs="Times New Roman"/>
                <w:highlight w:val="yellow"/>
                <w:lang w:eastAsia="cs-CZ"/>
              </w:rPr>
              <w:t>"[VLOŽÍ PRODÁVAJÍCÍ]"</w:t>
            </w:r>
          </w:p>
        </w:tc>
      </w:tr>
    </w:tbl>
    <w:p w14:paraId="6606FEC2" w14:textId="77777777" w:rsidR="00AE7281" w:rsidRPr="001D0B67" w:rsidRDefault="00AE7281" w:rsidP="001D0B67"/>
    <w:sectPr w:rsidR="00AE7281" w:rsidRPr="001D0B67" w:rsidSect="007D08B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849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2F16F" w14:textId="77777777" w:rsidR="00197B67" w:rsidRDefault="00197B67" w:rsidP="00962258">
      <w:pPr>
        <w:spacing w:after="0" w:line="240" w:lineRule="auto"/>
      </w:pPr>
      <w:r>
        <w:separator/>
      </w:r>
    </w:p>
  </w:endnote>
  <w:endnote w:type="continuationSeparator" w:id="0">
    <w:p w14:paraId="25237ED8" w14:textId="77777777" w:rsidR="00197B67" w:rsidRDefault="00197B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3D6B2" w14:textId="77777777" w:rsidR="00197B67" w:rsidRDefault="00197B67" w:rsidP="00962258">
      <w:pPr>
        <w:spacing w:after="0" w:line="240" w:lineRule="auto"/>
      </w:pPr>
      <w:r>
        <w:separator/>
      </w:r>
    </w:p>
  </w:footnote>
  <w:footnote w:type="continuationSeparator" w:id="0">
    <w:p w14:paraId="5144BDA4" w14:textId="77777777" w:rsidR="00197B67" w:rsidRDefault="00197B6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D2A5D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E2612" w14:textId="785E4E9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698C9E" w14:textId="77777777" w:rsidR="002B1BE6" w:rsidRPr="00E1711C" w:rsidRDefault="002B1BE6" w:rsidP="002B1BE6">
          <w:pPr>
            <w:pStyle w:val="Druhdokumentu"/>
            <w:ind w:hanging="5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>Příloha č. 1 Dílu 3 Zadávací dokumentace:</w:t>
          </w:r>
        </w:p>
        <w:p w14:paraId="3C7E7170" w14:textId="554495BD" w:rsidR="00F1715C" w:rsidRPr="00D6163D" w:rsidRDefault="002B1BE6" w:rsidP="002B1BE6">
          <w:pPr>
            <w:pStyle w:val="Druhdokumentu"/>
          </w:pPr>
          <w:r w:rsidRPr="00E1711C">
            <w:rPr>
              <w:b w:val="0"/>
              <w:bCs/>
              <w:sz w:val="18"/>
              <w:szCs w:val="18"/>
            </w:rPr>
            <w:t xml:space="preserve"> Specifikace předmětu veřejné zakázky – technické</w:t>
          </w:r>
          <w:r>
            <w:rPr>
              <w:b w:val="0"/>
              <w:bCs/>
              <w:sz w:val="18"/>
              <w:szCs w:val="18"/>
            </w:rPr>
            <w:t xml:space="preserve"> </w:t>
          </w:r>
          <w:r w:rsidRPr="00E1711C">
            <w:rPr>
              <w:b w:val="0"/>
              <w:bCs/>
              <w:sz w:val="18"/>
              <w:szCs w:val="18"/>
            </w:rPr>
            <w:t>podmínky</w:t>
          </w:r>
        </w:p>
      </w:tc>
    </w:tr>
    <w:tr w:rsidR="00F64786" w14:paraId="3F4871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540957108" name="Obrázek 1540957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4"/>
  </w:num>
  <w:num w:numId="2" w16cid:durableId="1233614210">
    <w:abstractNumId w:val="1"/>
  </w:num>
  <w:num w:numId="3" w16cid:durableId="1055469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107122">
    <w:abstractNumId w:val="11"/>
  </w:num>
  <w:num w:numId="5" w16cid:durableId="1805124448">
    <w:abstractNumId w:val="5"/>
  </w:num>
  <w:num w:numId="6" w16cid:durableId="1559632707">
    <w:abstractNumId w:val="6"/>
  </w:num>
  <w:num w:numId="7" w16cid:durableId="387069646">
    <w:abstractNumId w:val="0"/>
  </w:num>
  <w:num w:numId="8" w16cid:durableId="1644627126">
    <w:abstractNumId w:val="7"/>
  </w:num>
  <w:num w:numId="9" w16cid:durableId="190822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348127">
    <w:abstractNumId w:val="6"/>
  </w:num>
  <w:num w:numId="11" w16cid:durableId="739911116">
    <w:abstractNumId w:val="1"/>
  </w:num>
  <w:num w:numId="12" w16cid:durableId="10183673">
    <w:abstractNumId w:val="6"/>
  </w:num>
  <w:num w:numId="13" w16cid:durableId="1129317775">
    <w:abstractNumId w:val="6"/>
  </w:num>
  <w:num w:numId="14" w16cid:durableId="786967333">
    <w:abstractNumId w:val="6"/>
  </w:num>
  <w:num w:numId="15" w16cid:durableId="166134107">
    <w:abstractNumId w:val="6"/>
  </w:num>
  <w:num w:numId="16" w16cid:durableId="498471892">
    <w:abstractNumId w:val="4"/>
  </w:num>
  <w:num w:numId="17" w16cid:durableId="1242329626">
    <w:abstractNumId w:val="4"/>
  </w:num>
  <w:num w:numId="18" w16cid:durableId="1862470845">
    <w:abstractNumId w:val="4"/>
  </w:num>
  <w:num w:numId="19" w16cid:durableId="2093624531">
    <w:abstractNumId w:val="4"/>
  </w:num>
  <w:num w:numId="20" w16cid:durableId="433788697">
    <w:abstractNumId w:val="4"/>
  </w:num>
  <w:num w:numId="21" w16cid:durableId="45615908">
    <w:abstractNumId w:val="4"/>
  </w:num>
  <w:num w:numId="22" w16cid:durableId="1941834075">
    <w:abstractNumId w:val="6"/>
  </w:num>
  <w:num w:numId="23" w16cid:durableId="834761244">
    <w:abstractNumId w:val="1"/>
  </w:num>
  <w:num w:numId="24" w16cid:durableId="1857186139">
    <w:abstractNumId w:val="6"/>
  </w:num>
  <w:num w:numId="25" w16cid:durableId="727992348">
    <w:abstractNumId w:val="6"/>
  </w:num>
  <w:num w:numId="26" w16cid:durableId="765462575">
    <w:abstractNumId w:val="6"/>
  </w:num>
  <w:num w:numId="27" w16cid:durableId="691807541">
    <w:abstractNumId w:val="6"/>
  </w:num>
  <w:num w:numId="28" w16cid:durableId="1762215825">
    <w:abstractNumId w:val="13"/>
  </w:num>
  <w:num w:numId="29" w16cid:durableId="1168905685">
    <w:abstractNumId w:val="4"/>
  </w:num>
  <w:num w:numId="30" w16cid:durableId="1649481833">
    <w:abstractNumId w:val="13"/>
  </w:num>
  <w:num w:numId="31" w16cid:durableId="1021051880">
    <w:abstractNumId w:val="13"/>
  </w:num>
  <w:num w:numId="32" w16cid:durableId="1519737483">
    <w:abstractNumId w:val="13"/>
  </w:num>
  <w:num w:numId="33" w16cid:durableId="1448937087">
    <w:abstractNumId w:val="13"/>
  </w:num>
  <w:num w:numId="34" w16cid:durableId="102388946">
    <w:abstractNumId w:val="6"/>
  </w:num>
  <w:num w:numId="35" w16cid:durableId="1119832455">
    <w:abstractNumId w:val="1"/>
  </w:num>
  <w:num w:numId="36" w16cid:durableId="472795391">
    <w:abstractNumId w:val="6"/>
  </w:num>
  <w:num w:numId="37" w16cid:durableId="1207252702">
    <w:abstractNumId w:val="6"/>
  </w:num>
  <w:num w:numId="38" w16cid:durableId="987442754">
    <w:abstractNumId w:val="6"/>
  </w:num>
  <w:num w:numId="39" w16cid:durableId="597905471">
    <w:abstractNumId w:val="6"/>
  </w:num>
  <w:num w:numId="40" w16cid:durableId="1749576490">
    <w:abstractNumId w:val="13"/>
  </w:num>
  <w:num w:numId="41" w16cid:durableId="214436435">
    <w:abstractNumId w:val="4"/>
  </w:num>
  <w:num w:numId="42" w16cid:durableId="37318550">
    <w:abstractNumId w:val="13"/>
  </w:num>
  <w:num w:numId="43" w16cid:durableId="1429888837">
    <w:abstractNumId w:val="13"/>
  </w:num>
  <w:num w:numId="44" w16cid:durableId="1410536007">
    <w:abstractNumId w:val="13"/>
  </w:num>
  <w:num w:numId="45" w16cid:durableId="1799491888">
    <w:abstractNumId w:val="13"/>
  </w:num>
  <w:num w:numId="46" w16cid:durableId="1677152385">
    <w:abstractNumId w:val="2"/>
  </w:num>
  <w:num w:numId="47" w16cid:durableId="804003955">
    <w:abstractNumId w:val="3"/>
  </w:num>
  <w:num w:numId="48" w16cid:durableId="1040012196">
    <w:abstractNumId w:val="12"/>
  </w:num>
  <w:num w:numId="49" w16cid:durableId="763183591">
    <w:abstractNumId w:val="10"/>
  </w:num>
  <w:num w:numId="50" w16cid:durableId="102105320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55A"/>
    <w:rsid w:val="00030DCB"/>
    <w:rsid w:val="00044F24"/>
    <w:rsid w:val="00050682"/>
    <w:rsid w:val="000634E9"/>
    <w:rsid w:val="00072C1E"/>
    <w:rsid w:val="00085901"/>
    <w:rsid w:val="0009057F"/>
    <w:rsid w:val="00095F2A"/>
    <w:rsid w:val="000968DB"/>
    <w:rsid w:val="00114472"/>
    <w:rsid w:val="001412A4"/>
    <w:rsid w:val="0014474C"/>
    <w:rsid w:val="00170EC5"/>
    <w:rsid w:val="00171277"/>
    <w:rsid w:val="001747C1"/>
    <w:rsid w:val="0018304D"/>
    <w:rsid w:val="0018596A"/>
    <w:rsid w:val="00197B67"/>
    <w:rsid w:val="001B5DCE"/>
    <w:rsid w:val="001D0B67"/>
    <w:rsid w:val="001D22AB"/>
    <w:rsid w:val="002030FF"/>
    <w:rsid w:val="00207DF5"/>
    <w:rsid w:val="002370F3"/>
    <w:rsid w:val="00272E51"/>
    <w:rsid w:val="00281392"/>
    <w:rsid w:val="002B1BE6"/>
    <w:rsid w:val="002C31BF"/>
    <w:rsid w:val="002C6665"/>
    <w:rsid w:val="002E0CD7"/>
    <w:rsid w:val="00357BC6"/>
    <w:rsid w:val="003956C6"/>
    <w:rsid w:val="003B588D"/>
    <w:rsid w:val="00400632"/>
    <w:rsid w:val="004011D0"/>
    <w:rsid w:val="00450F07"/>
    <w:rsid w:val="00453CD3"/>
    <w:rsid w:val="00455BC7"/>
    <w:rsid w:val="00457220"/>
    <w:rsid w:val="00460660"/>
    <w:rsid w:val="00466658"/>
    <w:rsid w:val="00476B32"/>
    <w:rsid w:val="00486107"/>
    <w:rsid w:val="00491827"/>
    <w:rsid w:val="004C07FB"/>
    <w:rsid w:val="004C4399"/>
    <w:rsid w:val="004C787C"/>
    <w:rsid w:val="004D0B7E"/>
    <w:rsid w:val="004F4B9B"/>
    <w:rsid w:val="00511AB9"/>
    <w:rsid w:val="00523EA7"/>
    <w:rsid w:val="00553375"/>
    <w:rsid w:val="00555404"/>
    <w:rsid w:val="00563DA6"/>
    <w:rsid w:val="005658A6"/>
    <w:rsid w:val="005736B7"/>
    <w:rsid w:val="00575E5A"/>
    <w:rsid w:val="00596C7E"/>
    <w:rsid w:val="005B4FAA"/>
    <w:rsid w:val="0061068E"/>
    <w:rsid w:val="006364B6"/>
    <w:rsid w:val="00637F09"/>
    <w:rsid w:val="006419DA"/>
    <w:rsid w:val="00642806"/>
    <w:rsid w:val="00660AD3"/>
    <w:rsid w:val="00684B93"/>
    <w:rsid w:val="006A5570"/>
    <w:rsid w:val="006A6691"/>
    <w:rsid w:val="006A689C"/>
    <w:rsid w:val="006B3D79"/>
    <w:rsid w:val="006E0578"/>
    <w:rsid w:val="006E15B7"/>
    <w:rsid w:val="006E314D"/>
    <w:rsid w:val="00710723"/>
    <w:rsid w:val="00723ED1"/>
    <w:rsid w:val="00730122"/>
    <w:rsid w:val="00733AAC"/>
    <w:rsid w:val="00743525"/>
    <w:rsid w:val="0076286B"/>
    <w:rsid w:val="00766846"/>
    <w:rsid w:val="0077673A"/>
    <w:rsid w:val="007846E1"/>
    <w:rsid w:val="007918FD"/>
    <w:rsid w:val="007B570C"/>
    <w:rsid w:val="007D08B9"/>
    <w:rsid w:val="007E2A0D"/>
    <w:rsid w:val="007E4A6E"/>
    <w:rsid w:val="007F56A7"/>
    <w:rsid w:val="00807DD0"/>
    <w:rsid w:val="008231DC"/>
    <w:rsid w:val="008324D3"/>
    <w:rsid w:val="0083742E"/>
    <w:rsid w:val="008720F8"/>
    <w:rsid w:val="00872202"/>
    <w:rsid w:val="008852B3"/>
    <w:rsid w:val="00896E2B"/>
    <w:rsid w:val="008A3568"/>
    <w:rsid w:val="008D03B9"/>
    <w:rsid w:val="008F18D6"/>
    <w:rsid w:val="00904780"/>
    <w:rsid w:val="00922385"/>
    <w:rsid w:val="009223DF"/>
    <w:rsid w:val="00936091"/>
    <w:rsid w:val="00940D8A"/>
    <w:rsid w:val="00941863"/>
    <w:rsid w:val="00962258"/>
    <w:rsid w:val="009624A6"/>
    <w:rsid w:val="009678B7"/>
    <w:rsid w:val="00982411"/>
    <w:rsid w:val="00985C6C"/>
    <w:rsid w:val="00991A7D"/>
    <w:rsid w:val="00992D9C"/>
    <w:rsid w:val="00996CB8"/>
    <w:rsid w:val="009B2E97"/>
    <w:rsid w:val="009D3013"/>
    <w:rsid w:val="009E07F4"/>
    <w:rsid w:val="009F392E"/>
    <w:rsid w:val="00A14100"/>
    <w:rsid w:val="00A174CB"/>
    <w:rsid w:val="00A25139"/>
    <w:rsid w:val="00A25DC7"/>
    <w:rsid w:val="00A44328"/>
    <w:rsid w:val="00A46285"/>
    <w:rsid w:val="00A56E78"/>
    <w:rsid w:val="00A6177B"/>
    <w:rsid w:val="00A66136"/>
    <w:rsid w:val="00A72C0D"/>
    <w:rsid w:val="00A7497A"/>
    <w:rsid w:val="00A90BC8"/>
    <w:rsid w:val="00A965B0"/>
    <w:rsid w:val="00AA4CBB"/>
    <w:rsid w:val="00AA65FA"/>
    <w:rsid w:val="00AA7351"/>
    <w:rsid w:val="00AB6702"/>
    <w:rsid w:val="00AC1827"/>
    <w:rsid w:val="00AD056F"/>
    <w:rsid w:val="00AD45CA"/>
    <w:rsid w:val="00AD6731"/>
    <w:rsid w:val="00AE7281"/>
    <w:rsid w:val="00B15D0D"/>
    <w:rsid w:val="00B26919"/>
    <w:rsid w:val="00B45E9E"/>
    <w:rsid w:val="00B649D6"/>
    <w:rsid w:val="00B75EE1"/>
    <w:rsid w:val="00B77481"/>
    <w:rsid w:val="00B8518B"/>
    <w:rsid w:val="00B85BD4"/>
    <w:rsid w:val="00B87B60"/>
    <w:rsid w:val="00BD7E91"/>
    <w:rsid w:val="00BF374D"/>
    <w:rsid w:val="00BF4B65"/>
    <w:rsid w:val="00C02D0A"/>
    <w:rsid w:val="00C03A6E"/>
    <w:rsid w:val="00C305EC"/>
    <w:rsid w:val="00C44F6A"/>
    <w:rsid w:val="00C9377E"/>
    <w:rsid w:val="00C964C2"/>
    <w:rsid w:val="00CD1FC4"/>
    <w:rsid w:val="00D21061"/>
    <w:rsid w:val="00D40214"/>
    <w:rsid w:val="00D4108E"/>
    <w:rsid w:val="00D6163D"/>
    <w:rsid w:val="00D81C5C"/>
    <w:rsid w:val="00D831A3"/>
    <w:rsid w:val="00DA74B1"/>
    <w:rsid w:val="00DD0D86"/>
    <w:rsid w:val="00DD2DC9"/>
    <w:rsid w:val="00DD46F3"/>
    <w:rsid w:val="00DD58A6"/>
    <w:rsid w:val="00DE1BB0"/>
    <w:rsid w:val="00DE56F2"/>
    <w:rsid w:val="00DF116D"/>
    <w:rsid w:val="00E67544"/>
    <w:rsid w:val="00E97047"/>
    <w:rsid w:val="00EB104F"/>
    <w:rsid w:val="00ED14BD"/>
    <w:rsid w:val="00F12DEC"/>
    <w:rsid w:val="00F160C2"/>
    <w:rsid w:val="00F1715C"/>
    <w:rsid w:val="00F216FD"/>
    <w:rsid w:val="00F310F8"/>
    <w:rsid w:val="00F35939"/>
    <w:rsid w:val="00F45607"/>
    <w:rsid w:val="00F64786"/>
    <w:rsid w:val="00F659EB"/>
    <w:rsid w:val="00F75CA7"/>
    <w:rsid w:val="00F862D6"/>
    <w:rsid w:val="00F86BA6"/>
    <w:rsid w:val="00FA47F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R00000OVANT012\_Public\_Kanc_&#344;\Sekretari&#225;t%20O&#344;\3.%20Hlavi&#269;kov&#253;%20pap&#237;r%20-%20VZOR\Standartn&#237;%20dopi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Standartní dopis.dotx</Template>
  <TotalTime>20</TotalTime>
  <Pages>2</Pages>
  <Words>615</Words>
  <Characters>3632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11</cp:revision>
  <cp:lastPrinted>2018-04-04T17:09:00Z</cp:lastPrinted>
  <dcterms:created xsi:type="dcterms:W3CDTF">2024-05-03T08:00:00Z</dcterms:created>
  <dcterms:modified xsi:type="dcterms:W3CDTF">2024-05-19T17:55:00Z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